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85B9A0" w14:textId="77777777" w:rsidR="000719BB" w:rsidRDefault="000719BB" w:rsidP="006C2343">
      <w:pPr>
        <w:pStyle w:val="Titul2"/>
      </w:pPr>
      <w:bookmarkStart w:id="0" w:name="_GoBack"/>
      <w:bookmarkEnd w:id="0"/>
    </w:p>
    <w:p w14:paraId="212EEAB2" w14:textId="77777777" w:rsidR="00826B7B" w:rsidRDefault="00826B7B" w:rsidP="006C2343">
      <w:pPr>
        <w:pStyle w:val="Titul2"/>
      </w:pPr>
    </w:p>
    <w:p w14:paraId="1FEE71A7" w14:textId="77777777" w:rsidR="000008ED" w:rsidRPr="000719BB" w:rsidRDefault="000008ED" w:rsidP="006C2343">
      <w:pPr>
        <w:pStyle w:val="Titul2"/>
      </w:pPr>
      <w:r>
        <w:t>Díl 4</w:t>
      </w:r>
    </w:p>
    <w:p w14:paraId="198AD5F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7E3FCE81" w14:textId="77777777" w:rsidR="00AD0C7B" w:rsidRDefault="00AD0C7B" w:rsidP="00AD0C7B">
      <w:pPr>
        <w:pStyle w:val="Titul2"/>
      </w:pPr>
    </w:p>
    <w:p w14:paraId="70E22046" w14:textId="77777777" w:rsidR="000008ED" w:rsidRDefault="000008ED" w:rsidP="00AD0C7B">
      <w:pPr>
        <w:pStyle w:val="Titul2"/>
      </w:pPr>
      <w:r>
        <w:t>Část 1</w:t>
      </w:r>
    </w:p>
    <w:p w14:paraId="2DFD0F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04A39E9" w14:textId="77777777" w:rsidR="00AD0C7B" w:rsidRDefault="00AD0C7B" w:rsidP="00EB46E5">
      <w:pPr>
        <w:pStyle w:val="Titul2"/>
      </w:pPr>
    </w:p>
    <w:sdt>
      <w:sdtPr>
        <w:rPr>
          <w:b/>
          <w:sz w:val="36"/>
        </w:rPr>
        <w:alias w:val="Název akce - VYplnit pole - přenese se do zápatí"/>
        <w:tag w:val="Název akce"/>
        <w:id w:val="1889687308"/>
        <w:placeholder>
          <w:docPart w:val="B72B3029A7064E7CBFDFB37B4185DAE4"/>
        </w:placeholder>
        <w:text/>
      </w:sdtPr>
      <w:sdtEndPr/>
      <w:sdtContent>
        <w:p w14:paraId="1A9C877F" w14:textId="19F2A8D9" w:rsidR="00CF0EF4" w:rsidRDefault="00A42C79" w:rsidP="00A42C79">
          <w:pPr>
            <w:pStyle w:val="Tituldatum"/>
          </w:pPr>
          <w:r w:rsidRPr="00A42C79">
            <w:rPr>
              <w:b/>
              <w:sz w:val="36"/>
            </w:rPr>
            <w:t>Soubor staveb: „Zajištění skalních masivů na trati Miroslav – Střelice“ a „Zajištění skalních masivů na trati Moravské Bránice – Oslavany“</w:t>
          </w:r>
        </w:p>
      </w:sdtContent>
    </w:sdt>
    <w:p w14:paraId="0206E38A" w14:textId="77777777" w:rsidR="00826B7B" w:rsidRPr="006C2343" w:rsidRDefault="00826B7B" w:rsidP="006C2343">
      <w:pPr>
        <w:pStyle w:val="Titul2"/>
        <w:rPr>
          <w:highlight w:val="green"/>
        </w:rPr>
      </w:pPr>
    </w:p>
    <w:p w14:paraId="5D53D4C9" w14:textId="77777777" w:rsidR="00826B7B" w:rsidRPr="006C2343" w:rsidRDefault="00826B7B" w:rsidP="006C2343">
      <w:pPr>
        <w:pStyle w:val="Titul2"/>
      </w:pPr>
    </w:p>
    <w:p w14:paraId="741710F0" w14:textId="77777777" w:rsidR="000008ED" w:rsidRDefault="000008ED" w:rsidP="006C2343">
      <w:pPr>
        <w:pStyle w:val="Tituldatum"/>
      </w:pPr>
    </w:p>
    <w:p w14:paraId="33F1C9F0" w14:textId="77777777" w:rsidR="00C90F19" w:rsidRDefault="00C90F19" w:rsidP="006C2343">
      <w:pPr>
        <w:pStyle w:val="Tituldatum"/>
      </w:pPr>
    </w:p>
    <w:p w14:paraId="5DDCD4AD" w14:textId="7095D367" w:rsidR="00826B7B" w:rsidRPr="006C2343" w:rsidRDefault="006C2343" w:rsidP="006C2343">
      <w:pPr>
        <w:pStyle w:val="Tituldatum"/>
      </w:pPr>
      <w:r w:rsidRPr="00A42C79">
        <w:t xml:space="preserve">Datum vydání: </w:t>
      </w:r>
      <w:r w:rsidRPr="00A42C79">
        <w:tab/>
      </w:r>
      <w:r w:rsidR="00A42C79" w:rsidRPr="00A42C79">
        <w:t>18</w:t>
      </w:r>
      <w:r w:rsidRPr="00A42C79">
        <w:t>.</w:t>
      </w:r>
      <w:r w:rsidR="00A42C79" w:rsidRPr="00A42C79">
        <w:t xml:space="preserve"> 4. 2023</w:t>
      </w:r>
      <w:r w:rsidR="000008ED">
        <w:t xml:space="preserve"> </w:t>
      </w:r>
    </w:p>
    <w:p w14:paraId="7BD7DE8A" w14:textId="77777777" w:rsidR="00826B7B" w:rsidRDefault="00826B7B">
      <w:r>
        <w:br w:type="page"/>
      </w:r>
    </w:p>
    <w:p w14:paraId="6B7E4FC6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67C75158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0542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648884E4" w14:textId="77777777" w:rsidR="006E4DDA" w:rsidRDefault="001C64F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0542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645F1C8E" w14:textId="77777777" w:rsidR="006E4DDA" w:rsidRDefault="001C64F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0542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2FD76BD9" w14:textId="77777777" w:rsidR="006E4DDA" w:rsidRDefault="001C64F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0542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76512BC3" w14:textId="77777777" w:rsidR="006E4DDA" w:rsidRDefault="001C64F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0542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2308C011" w14:textId="77777777" w:rsidR="006E4DDA" w:rsidRDefault="001C64F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0542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21BD1921" w14:textId="77777777" w:rsidR="006E4DDA" w:rsidRDefault="001C64F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0542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6E79CF5E" w14:textId="77777777" w:rsidR="006E4DDA" w:rsidRDefault="001C64F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05421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521534D2" w14:textId="77777777" w:rsidR="00AD0C7B" w:rsidRDefault="00BD7E91" w:rsidP="008D03B9">
      <w:r>
        <w:fldChar w:fldCharType="end"/>
      </w:r>
    </w:p>
    <w:p w14:paraId="129836E1" w14:textId="77777777" w:rsidR="000008ED" w:rsidRDefault="000008ED" w:rsidP="008D03B9"/>
    <w:p w14:paraId="747E205D" w14:textId="77777777" w:rsidR="000008ED" w:rsidRDefault="000008ED" w:rsidP="008D03B9"/>
    <w:p w14:paraId="25AC8CB1" w14:textId="77777777" w:rsidR="000008ED" w:rsidRDefault="000008ED" w:rsidP="008D03B9"/>
    <w:p w14:paraId="679E3458" w14:textId="77777777" w:rsidR="000008ED" w:rsidRDefault="000008ED" w:rsidP="008D03B9"/>
    <w:p w14:paraId="3B4B1033" w14:textId="77777777" w:rsidR="00AD0C7B" w:rsidRDefault="00AD0C7B" w:rsidP="00240E69">
      <w:pPr>
        <w:pStyle w:val="Nadpisbezsl1-1"/>
        <w:outlineLvl w:val="0"/>
      </w:pPr>
      <w:bookmarkStart w:id="1" w:name="_Toc66946380"/>
      <w:r>
        <w:t>SEZNAM ZKRATEK</w:t>
      </w:r>
      <w:bookmarkEnd w:id="1"/>
      <w:r w:rsidR="0076790E">
        <w:t xml:space="preserve"> </w:t>
      </w:r>
    </w:p>
    <w:p w14:paraId="49B95483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5EBF337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96A17B3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7DE65B7" w14:textId="31B6D962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 w:rsidR="00A42C79">
              <w:t xml:space="preserve"> </w:t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F0E411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5D5800C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1BF85C" w14:textId="36AEF99C" w:rsidR="005E07BA" w:rsidRPr="00AD0C7B" w:rsidRDefault="00A42C79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139C16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23D6FFAE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23F91E" w14:textId="18716BB4" w:rsidR="00BB32B7" w:rsidRPr="00AD0C7B" w:rsidRDefault="00A42C79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18A74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682BBCB4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1B6D5D" w14:textId="6A2638E8" w:rsidR="00BB32B7" w:rsidRDefault="00A42C79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OTSKP-ŽS</w:t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3F3045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3B8CDB5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F325F8" w14:textId="2F04320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04A077" w14:textId="3DEBF956" w:rsidR="005E07BA" w:rsidRPr="006115D3" w:rsidRDefault="005E07BA" w:rsidP="00A42C79">
            <w:pPr>
              <w:pStyle w:val="Zkratky2"/>
            </w:pPr>
          </w:p>
        </w:tc>
      </w:tr>
      <w:tr w:rsidR="005E07BA" w:rsidRPr="00AD0C7B" w14:paraId="226CB83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C8220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CD421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A76FA5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E392E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87BD54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0AE71E7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6E7F46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156596" w14:textId="77777777" w:rsidR="005E07BA" w:rsidRPr="006115D3" w:rsidRDefault="005E07BA" w:rsidP="00BC06B4">
            <w:pPr>
              <w:pStyle w:val="Zkratky2"/>
            </w:pPr>
          </w:p>
        </w:tc>
      </w:tr>
    </w:tbl>
    <w:p w14:paraId="175385F9" w14:textId="1F47865B" w:rsidR="00826B7B" w:rsidRDefault="00826B7B" w:rsidP="00A42C79">
      <w:pPr>
        <w:pStyle w:val="ZTPinfo-text-odr"/>
        <w:numPr>
          <w:ilvl w:val="0"/>
          <w:numId w:val="0"/>
        </w:numPr>
      </w:pPr>
    </w:p>
    <w:p w14:paraId="7A47511C" w14:textId="77777777" w:rsidR="00826B7B" w:rsidRDefault="00826B7B">
      <w:r>
        <w:br w:type="page"/>
      </w:r>
    </w:p>
    <w:p w14:paraId="1CFF8D18" w14:textId="77777777"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12D4972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0B881CD" w14:textId="77777777"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14:paraId="415850E4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7424163D" w14:textId="77777777"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14:paraId="27761E8B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97E820D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05501879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6CC79539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0F5990CF" w14:textId="68E3BE38" w:rsidR="005E07BA" w:rsidRDefault="005E07BA" w:rsidP="00A42C79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A150B98" w14:textId="77777777" w:rsidR="005E07BA" w:rsidRDefault="005E07BA" w:rsidP="005E07BA">
      <w:pPr>
        <w:pStyle w:val="Text2-1"/>
      </w:pPr>
      <w:r>
        <w:t>Položky soupisu prací obsahují pole:</w:t>
      </w:r>
    </w:p>
    <w:p w14:paraId="146AC17B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5E8D3784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6A97A6C1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56E53837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32AA8AB8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53988E88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1EA0E182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1CF7F37F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F451C9C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96785D5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23860B48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686B86E5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022F2C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7C9AD17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F02268B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408D8CE5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1630456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EAA143C" w14:textId="77777777" w:rsidR="005E07BA" w:rsidRDefault="005E07BA" w:rsidP="005E07BA">
      <w:pPr>
        <w:pStyle w:val="Odrka1-2-"/>
      </w:pPr>
      <w:r>
        <w:t>náklady na veškerá pojištění;</w:t>
      </w:r>
    </w:p>
    <w:p w14:paraId="7DD7161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3F775775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6062FAF2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5041EEC7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C72327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406E7D5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7F89FBB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4814C278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F7540E5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0478016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2099F3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62EB96F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98C9BBC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23F4EEB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41C35C1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EB1E76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90411B8" w14:textId="11638CDE" w:rsidR="005E07BA" w:rsidRDefault="005E07BA" w:rsidP="00A42C79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2C28A90B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2EE9E5BC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E1F35DC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E622D95" w14:textId="77777777" w:rsidR="005E07BA" w:rsidRDefault="005E07BA" w:rsidP="005E07BA">
      <w:pPr>
        <w:pStyle w:val="Odrka1-2-"/>
      </w:pPr>
      <w:r>
        <w:t>geodetickou a koordinační činnost,</w:t>
      </w:r>
    </w:p>
    <w:p w14:paraId="477BA637" w14:textId="77777777" w:rsidR="005E07BA" w:rsidRDefault="005E07BA" w:rsidP="005E07BA">
      <w:pPr>
        <w:pStyle w:val="Odrka1-2-"/>
      </w:pPr>
      <w:r>
        <w:t>veškeré zkoušky a revize.</w:t>
      </w:r>
    </w:p>
    <w:p w14:paraId="54311A00" w14:textId="30601B9D" w:rsidR="005E07BA" w:rsidRDefault="005E07BA" w:rsidP="009A2C51">
      <w:pPr>
        <w:pStyle w:val="Text2-1"/>
      </w:pPr>
      <w:r>
        <w:t xml:space="preserve">Ostatní náklady jsou jako všeobecné položky zahrnuty v SO 98-98 Všeobecný objekt. </w:t>
      </w:r>
    </w:p>
    <w:p w14:paraId="7ABF4325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167FD7C8" w14:textId="0ABC3FD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9A2C51">
        <w:t xml:space="preserve">Skutečné množství se může od množství, které je určeno v jednotlivých položkách Soupisu prací lišit z důvodu přesného zaměření nebo na základě rozhodnutí </w:t>
      </w:r>
      <w:r w:rsidR="000B48A8" w:rsidRPr="009A2C51">
        <w:t>Objednatele</w:t>
      </w:r>
      <w:r w:rsidRPr="009A2C51">
        <w:t>.</w:t>
      </w:r>
    </w:p>
    <w:p w14:paraId="380FF734" w14:textId="1EE28E31" w:rsidR="006D17F7" w:rsidRPr="009A2C51" w:rsidRDefault="005E07BA" w:rsidP="009A2C51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</w:t>
      </w:r>
      <w:r w:rsidR="009A2C51">
        <w:t>semné vysvětlení nabídky.</w:t>
      </w:r>
    </w:p>
    <w:p w14:paraId="18ADBD11" w14:textId="2BD17C2E" w:rsidR="005E07BA" w:rsidRPr="009A2C51" w:rsidRDefault="005E07BA" w:rsidP="009A2C51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</w:t>
      </w:r>
      <w:r w:rsidR="009A2C51">
        <w:t xml:space="preserve">x. </w:t>
      </w:r>
      <w:r>
        <w:t xml:space="preserve">(struktura dat dle datového předpisu </w:t>
      </w:r>
      <w:r w:rsidRPr="009A2C51">
        <w:t>XC4/XDC).</w:t>
      </w:r>
    </w:p>
    <w:p w14:paraId="5C3AE9C6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5B273E66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0B91B75C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033F1E7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13D40E93" w14:textId="77777777" w:rsidR="005E07BA" w:rsidRPr="009A2C51" w:rsidRDefault="005E07BA" w:rsidP="001D1F8C">
      <w:pPr>
        <w:pStyle w:val="Text2-1"/>
      </w:pPr>
      <w:r>
        <w:t xml:space="preserve">Soupis prací s vloženými jednotkovými cenami a cenami v nabídce zájemce je považován za plně pokrývající všechny přípustné alternativy materiálů a provedení, kterými bude zhotovitel se souhlasem </w:t>
      </w:r>
      <w:r w:rsidRPr="009A2C51">
        <w:t>objednatele dílo realizovat.</w:t>
      </w:r>
    </w:p>
    <w:p w14:paraId="493FE75B" w14:textId="466ABB59" w:rsidR="005E07BA" w:rsidRDefault="005E07BA" w:rsidP="001D1F8C">
      <w:pPr>
        <w:pStyle w:val="Text2-1"/>
      </w:pPr>
      <w:r w:rsidRPr="009A2C51">
        <w:t xml:space="preserve">Jestliže dodavatel nabídne srovnatelný výrobek nebo materiál namísto určeného nebo vykázaného, a tento je přijat </w:t>
      </w:r>
      <w:r w:rsidR="009A2C51" w:rsidRPr="009A2C51">
        <w:t>Objednatelem</w:t>
      </w:r>
      <w:r w:rsidRPr="009A2C51"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</w:t>
      </w:r>
      <w:r>
        <w:t xml:space="preserve">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DC8F2" w14:textId="77777777" w:rsidR="00331E2E" w:rsidRDefault="00331E2E" w:rsidP="00962258">
      <w:pPr>
        <w:spacing w:after="0" w:line="240" w:lineRule="auto"/>
      </w:pPr>
      <w:r>
        <w:separator/>
      </w:r>
    </w:p>
  </w:endnote>
  <w:endnote w:type="continuationSeparator" w:id="0">
    <w:p w14:paraId="04D6B562" w14:textId="77777777" w:rsidR="00331E2E" w:rsidRDefault="00331E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A800EBD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0F20CCC" w14:textId="2CD621B2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4F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4F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0E1B777" w14:textId="1A58F1BD" w:rsidR="00CF0EF4" w:rsidRPr="003462EB" w:rsidRDefault="00605421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C64FB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14:paraId="0E482367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0082F1BA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5DC23BE8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2E8163F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576A936" w14:textId="5141E763" w:rsidR="00CF0EF4" w:rsidRDefault="00605421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C64FB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14:paraId="04463FAF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605BF7E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759010F9" w14:textId="3BDCF00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64F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64F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CAA370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B64C1" w14:textId="77777777" w:rsidR="00CF0EF4" w:rsidRPr="00B8518B" w:rsidRDefault="00CF0EF4" w:rsidP="00CF0EF4">
    <w:pPr>
      <w:pStyle w:val="Zpat"/>
      <w:rPr>
        <w:sz w:val="2"/>
        <w:szCs w:val="2"/>
      </w:rPr>
    </w:pPr>
  </w:p>
  <w:p w14:paraId="6F4536F2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D59E543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B5170" w14:textId="77777777" w:rsidR="00331E2E" w:rsidRDefault="00331E2E" w:rsidP="00962258">
      <w:pPr>
        <w:spacing w:after="0" w:line="240" w:lineRule="auto"/>
      </w:pPr>
      <w:r>
        <w:separator/>
      </w:r>
    </w:p>
  </w:footnote>
  <w:footnote w:type="continuationSeparator" w:id="0">
    <w:p w14:paraId="1653748B" w14:textId="77777777" w:rsidR="00331E2E" w:rsidRDefault="00331E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6282B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7B3B0B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13EF8DE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DE452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1091BC" w14:textId="77777777" w:rsidR="0076790E" w:rsidRPr="00D6163D" w:rsidRDefault="0076790E" w:rsidP="00D6163D">
          <w:pPr>
            <w:pStyle w:val="Druhdokumentu"/>
          </w:pPr>
        </w:p>
      </w:tc>
    </w:tr>
  </w:tbl>
  <w:p w14:paraId="13901B87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7CD69D2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155AB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460775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11BA898" wp14:editId="2D1FA0E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298D956" w14:textId="77777777" w:rsidR="0076790E" w:rsidRPr="00D6163D" w:rsidRDefault="0076790E" w:rsidP="00FC6389">
          <w:pPr>
            <w:pStyle w:val="Druhdokumentu"/>
          </w:pPr>
        </w:p>
      </w:tc>
    </w:tr>
    <w:tr w:rsidR="0076790E" w14:paraId="56F15B6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0586E29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86F854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3F19BC3" w14:textId="77777777" w:rsidR="0076790E" w:rsidRPr="00D6163D" w:rsidRDefault="0076790E" w:rsidP="00FC6389">
          <w:pPr>
            <w:pStyle w:val="Druhdokumentu"/>
          </w:pPr>
        </w:p>
      </w:tc>
    </w:tr>
  </w:tbl>
  <w:p w14:paraId="044BACC0" w14:textId="77777777" w:rsidR="0076790E" w:rsidRPr="00D6163D" w:rsidRDefault="0076790E" w:rsidP="00FC6389">
    <w:pPr>
      <w:pStyle w:val="Zhlav"/>
      <w:rPr>
        <w:sz w:val="8"/>
        <w:szCs w:val="8"/>
      </w:rPr>
    </w:pPr>
  </w:p>
  <w:p w14:paraId="662EF5AC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21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C64FB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1E2E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05421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A2C51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42C79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B64692"/>
  <w14:defaultImageDpi w14:val="32767"/>
  <w15:docId w15:val="{97689EE6-E187-4D4D-9617-C629D4311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Podlimitn&#237;_(NE-FIDIC)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2B3029A7064E7CBFDFB37B4185D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A12D7F-9D1F-4D17-B641-4A550F6B9789}"/>
      </w:docPartPr>
      <w:docPartBody>
        <w:p w:rsidR="008500B0" w:rsidRDefault="00F86298">
          <w:pPr>
            <w:pStyle w:val="B72B3029A7064E7CBFDFB37B4185DAE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B0"/>
    <w:rsid w:val="008500B0"/>
    <w:rsid w:val="00F8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72B3029A7064E7CBFDFB37B4185DAE4">
    <w:name w:val="B72B3029A7064E7CBFDFB37B4185DA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1E2E34EA3FA24D8DECB7F85C136962" ma:contentTypeVersion="13" ma:contentTypeDescription="Vytvoří nový dokument" ma:contentTypeScope="" ma:versionID="8fdbabd21824207fd5ce20dab100c1c8">
  <xsd:schema xmlns:xsd="http://www.w3.org/2001/XMLSchema" xmlns:xs="http://www.w3.org/2001/XMLSchema" xmlns:p="http://schemas.microsoft.com/office/2006/metadata/properties" xmlns:ns3="d2301b26-d65c-454a-b6d9-fa6f80698363" xmlns:ns4="bfd62490-c868-445b-8b5b-ec668adf13af" targetNamespace="http://schemas.microsoft.com/office/2006/metadata/properties" ma:root="true" ma:fieldsID="3f3f4c49361e8a7e3867ce0809cfd8dd" ns3:_="" ns4:_="">
    <xsd:import namespace="d2301b26-d65c-454a-b6d9-fa6f80698363"/>
    <xsd:import namespace="bfd62490-c868-445b-8b5b-ec668adf13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01b26-d65c-454a-b6d9-fa6f806983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62490-c868-445b-8b5b-ec668adf13a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activity xmlns="d2301b26-d65c-454a-b6d9-fa6f8069836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7669E-55A6-42C9-BD6C-2A94ED00C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01b26-d65c-454a-b6d9-fa6f80698363"/>
    <ds:schemaRef ds:uri="bfd62490-c868-445b-8b5b-ec668adf1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fd62490-c868-445b-8b5b-ec668adf13af"/>
    <ds:schemaRef ds:uri="d2301b26-d65c-454a-b6d9-fa6f8069836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1B714E-FFCB-4376-B02F-440C311F4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0</TotalTime>
  <Pages>6</Pages>
  <Words>1894</Words>
  <Characters>11181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Heuer Jiří, Bc.</dc:creator>
  <cp:lastModifiedBy>Přerovská Kamila, Ing.</cp:lastModifiedBy>
  <cp:revision>2</cp:revision>
  <cp:lastPrinted>2019-03-13T10:28:00Z</cp:lastPrinted>
  <dcterms:created xsi:type="dcterms:W3CDTF">2023-04-21T12:39:00Z</dcterms:created>
  <dcterms:modified xsi:type="dcterms:W3CDTF">2023-04-21T12:39:00Z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0x0101009D1E2E34EA3FA24D8DECB7F85C136962</vt:lpwstr>
  </property>
</Properties>
</file>